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4BC" w:rsidRDefault="005C74BC" w:rsidP="007D2C59">
      <w:pPr>
        <w:tabs>
          <w:tab w:val="left" w:pos="7830"/>
        </w:tabs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55.5pt;margin-top:-37.5pt;width:258pt;height:330.7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">
            <v:textbox>
              <w:txbxContent>
                <w:p w:rsidR="005C74BC" w:rsidRPr="00D53838" w:rsidRDefault="005C74BC">
                  <w:pPr>
                    <w:rPr>
                      <w:u w:val="single"/>
                    </w:rPr>
                  </w:pPr>
                  <w:r w:rsidRPr="00D53838">
                    <w:rPr>
                      <w:u w:val="single"/>
                    </w:rPr>
                    <w:t>Monday</w:t>
                  </w:r>
                  <w:r>
                    <w:rPr>
                      <w:u w:val="single"/>
                    </w:rPr>
                    <w:t>,  November 5  Study facts at bottom.</w:t>
                  </w:r>
                </w:p>
                <w:p w:rsidR="005C74BC" w:rsidRDefault="005C74BC" w:rsidP="007D2C59">
                  <w:pPr>
                    <w:rPr>
                      <w:sz w:val="28"/>
                      <w:szCs w:val="28"/>
                    </w:rPr>
                  </w:pPr>
                  <w:r>
                    <w:rPr>
                      <w:b/>
                    </w:rPr>
                    <w:t>Round to the nearest 100:</w:t>
                  </w:r>
                </w:p>
                <w:p w:rsidR="005C74BC" w:rsidRDefault="005C74BC" w:rsidP="007D2C59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1.  </w:t>
                  </w:r>
                  <w:r>
                    <w:rPr>
                      <w:b/>
                      <w:sz w:val="28"/>
                      <w:szCs w:val="28"/>
                    </w:rPr>
                    <w:t>654   _______________________</w:t>
                  </w:r>
                </w:p>
                <w:p w:rsidR="005C74BC" w:rsidRDefault="005C74BC" w:rsidP="007D2C59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</w:t>
                  </w:r>
                  <w:r w:rsidRPr="00191D7F">
                    <w:rPr>
                      <w:b/>
                    </w:rPr>
                    <w:t>Write in expanded form:</w:t>
                  </w:r>
                </w:p>
                <w:p w:rsidR="005C74BC" w:rsidRDefault="005C74BC" w:rsidP="007D2C59">
                  <w:pPr>
                    <w:rPr>
                      <w:b/>
                    </w:rPr>
                  </w:pPr>
                  <w:r>
                    <w:rPr>
                      <w:b/>
                    </w:rPr>
                    <w:t>2.  2,371 ________________________________</w:t>
                  </w:r>
                </w:p>
                <w:p w:rsidR="005C74BC" w:rsidRDefault="005C74BC" w:rsidP="007D2C59">
                  <w:pPr>
                    <w:rPr>
                      <w:b/>
                    </w:rPr>
                  </w:pPr>
                </w:p>
                <w:p w:rsidR="005C74BC" w:rsidRDefault="005C74BC" w:rsidP="007D2C59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</w:rPr>
                    <w:t xml:space="preserve">3.  Which of the following is the </w:t>
                  </w:r>
                  <w:r>
                    <w:rPr>
                      <w:b/>
                      <w:u w:val="single"/>
                    </w:rPr>
                    <w:t>greatest?</w:t>
                  </w:r>
                </w:p>
                <w:p w:rsidR="005C74BC" w:rsidRDefault="005C74BC" w:rsidP="007D2C59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A.  2087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  <w:t>B.  2078             C.  2079</w:t>
                  </w:r>
                </w:p>
                <w:p w:rsidR="005C74BC" w:rsidRDefault="005C74BC" w:rsidP="007D2C59">
                  <w:pPr>
                    <w:rPr>
                      <w:b/>
                    </w:rPr>
                  </w:pPr>
                </w:p>
                <w:p w:rsidR="005C74BC" w:rsidRDefault="005C74BC" w:rsidP="007D2C59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4.  Which sets shows the numbers from </w:t>
                  </w:r>
                  <w:r>
                    <w:rPr>
                      <w:b/>
                      <w:u w:val="single"/>
                    </w:rPr>
                    <w:t>greatest to least?</w:t>
                  </w:r>
                </w:p>
                <w:p w:rsidR="005C74BC" w:rsidRDefault="005C74BC" w:rsidP="007D2C59">
                  <w:pPr>
                    <w:rPr>
                      <w:b/>
                    </w:rPr>
                  </w:pPr>
                  <w:r>
                    <w:rPr>
                      <w:b/>
                    </w:rPr>
                    <w:t>A.  823, 567, 124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  <w:t>C.  124, 567, 823</w:t>
                  </w:r>
                </w:p>
                <w:p w:rsidR="005C74BC" w:rsidRDefault="005C74BC" w:rsidP="007D2C59">
                  <w:pPr>
                    <w:rPr>
                      <w:b/>
                    </w:rPr>
                  </w:pPr>
                  <w:r>
                    <w:rPr>
                      <w:b/>
                    </w:rPr>
                    <w:t>B.  124, 823, 567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  <w:t>D.  567, 823, 124</w:t>
                  </w:r>
                </w:p>
                <w:p w:rsidR="005C74BC" w:rsidRDefault="005C74BC" w:rsidP="007D2C59">
                  <w:pPr>
                    <w:rPr>
                      <w:b/>
                    </w:rPr>
                  </w:pPr>
                </w:p>
                <w:p w:rsidR="005C74BC" w:rsidRDefault="005C74BC" w:rsidP="00F8341C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5.  </w:t>
                  </w:r>
                </w:p>
                <w:p w:rsidR="005C74BC" w:rsidRPr="00F8341C" w:rsidRDefault="005C74BC" w:rsidP="007D2C59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 xml:space="preserve">     10 </w:t>
                  </w:r>
                  <w:r>
                    <w:rPr>
                      <w:sz w:val="36"/>
                      <w:szCs w:val="36"/>
                    </w:rPr>
                    <w:tab/>
                    <w:t xml:space="preserve"> 3</w:t>
                  </w:r>
                  <w:r w:rsidRPr="00F8341C">
                    <w:rPr>
                      <w:sz w:val="36"/>
                      <w:szCs w:val="36"/>
                    </w:rPr>
                    <w:t>0</w:t>
                  </w:r>
                  <w:r w:rsidRPr="00F8341C">
                    <w:rPr>
                      <w:sz w:val="36"/>
                      <w:szCs w:val="36"/>
                    </w:rPr>
                    <w:tab/>
                  </w:r>
                  <w:r>
                    <w:rPr>
                      <w:sz w:val="36"/>
                      <w:szCs w:val="36"/>
                    </w:rPr>
                    <w:t xml:space="preserve">   7</w:t>
                  </w:r>
                  <w:r w:rsidRPr="00F8341C">
                    <w:rPr>
                      <w:sz w:val="36"/>
                      <w:szCs w:val="36"/>
                    </w:rPr>
                    <w:t>0</w:t>
                  </w:r>
                  <w:r w:rsidRPr="00F8341C">
                    <w:rPr>
                      <w:sz w:val="36"/>
                      <w:szCs w:val="36"/>
                    </w:rPr>
                    <w:tab/>
                  </w:r>
                  <w:r>
                    <w:rPr>
                      <w:sz w:val="36"/>
                      <w:szCs w:val="36"/>
                    </w:rPr>
                    <w:t xml:space="preserve">     80</w:t>
                  </w:r>
                  <w:r>
                    <w:rPr>
                      <w:sz w:val="36"/>
                      <w:szCs w:val="36"/>
                    </w:rPr>
                    <w:tab/>
                    <w:t>4</w:t>
                  </w:r>
                  <w:r w:rsidRPr="00F8341C">
                    <w:rPr>
                      <w:sz w:val="36"/>
                      <w:szCs w:val="36"/>
                    </w:rPr>
                    <w:t>0</w:t>
                  </w:r>
                </w:p>
                <w:p w:rsidR="005C74BC" w:rsidRDefault="005C74BC" w:rsidP="007D2C59">
                  <w:pPr>
                    <w:rPr>
                      <w:sz w:val="32"/>
                      <w:szCs w:val="32"/>
                      <w:u w:val="single"/>
                    </w:rPr>
                  </w:pPr>
                  <w:r w:rsidRPr="00F8341C">
                    <w:rPr>
                      <w:sz w:val="32"/>
                      <w:szCs w:val="32"/>
                    </w:rPr>
                    <w:t xml:space="preserve">   </w:t>
                  </w:r>
                  <w:r w:rsidRPr="00F8341C">
                    <w:rPr>
                      <w:sz w:val="32"/>
                      <w:szCs w:val="32"/>
                      <w:u w:val="single"/>
                    </w:rPr>
                    <w:t xml:space="preserve">  x  6</w:t>
                  </w:r>
                  <w:r w:rsidRPr="00F8341C">
                    <w:rPr>
                      <w:sz w:val="32"/>
                      <w:szCs w:val="32"/>
                    </w:rPr>
                    <w:t xml:space="preserve">    </w:t>
                  </w:r>
                  <w:r>
                    <w:rPr>
                      <w:sz w:val="32"/>
                      <w:szCs w:val="32"/>
                    </w:rPr>
                    <w:t xml:space="preserve">   </w:t>
                  </w:r>
                  <w:r>
                    <w:rPr>
                      <w:sz w:val="32"/>
                      <w:szCs w:val="32"/>
                      <w:u w:val="single"/>
                    </w:rPr>
                    <w:t>x 5</w:t>
                  </w:r>
                  <w:r>
                    <w:rPr>
                      <w:sz w:val="32"/>
                      <w:szCs w:val="32"/>
                    </w:rPr>
                    <w:t xml:space="preserve">       </w:t>
                  </w:r>
                  <w:r w:rsidRPr="00F8341C">
                    <w:rPr>
                      <w:sz w:val="32"/>
                      <w:szCs w:val="32"/>
                      <w:u w:val="single"/>
                    </w:rPr>
                    <w:t>x</w:t>
                  </w:r>
                  <w:r>
                    <w:rPr>
                      <w:sz w:val="32"/>
                      <w:szCs w:val="32"/>
                      <w:u w:val="single"/>
                    </w:rPr>
                    <w:t xml:space="preserve"> 3</w:t>
                  </w:r>
                  <w:r>
                    <w:rPr>
                      <w:sz w:val="32"/>
                      <w:szCs w:val="32"/>
                    </w:rPr>
                    <w:t xml:space="preserve">       </w:t>
                  </w:r>
                  <w:r w:rsidRPr="00F8341C">
                    <w:rPr>
                      <w:sz w:val="32"/>
                      <w:szCs w:val="32"/>
                      <w:u w:val="single"/>
                    </w:rPr>
                    <w:t>x2</w:t>
                  </w:r>
                  <w:r>
                    <w:rPr>
                      <w:sz w:val="32"/>
                      <w:szCs w:val="32"/>
                    </w:rPr>
                    <w:t xml:space="preserve">       </w:t>
                  </w:r>
                  <w:r w:rsidRPr="00F8341C">
                    <w:rPr>
                      <w:sz w:val="32"/>
                      <w:szCs w:val="32"/>
                      <w:u w:val="single"/>
                    </w:rPr>
                    <w:t>x 7</w:t>
                  </w:r>
                </w:p>
                <w:p w:rsidR="005C74BC" w:rsidRDefault="005C74BC" w:rsidP="007D2C59">
                  <w:pPr>
                    <w:rPr>
                      <w:sz w:val="32"/>
                      <w:szCs w:val="32"/>
                      <w:u w:val="single"/>
                    </w:rPr>
                  </w:pPr>
                </w:p>
                <w:p w:rsidR="005C74BC" w:rsidRPr="005B63ED" w:rsidRDefault="005C74BC" w:rsidP="007D2C59">
                  <w:r w:rsidRPr="005B63ED">
                    <w:t xml:space="preserve">6.  </w:t>
                  </w:r>
                  <w:r>
                    <w:t>The identity property of multiplication is when you multiply a number times 1.  Example:  5x1=5 Show another example:    _____ x ______ = ____</w:t>
                  </w:r>
                </w:p>
                <w:p w:rsidR="005C74BC" w:rsidRDefault="005C74BC" w:rsidP="007D2C59">
                  <w:pPr>
                    <w:rPr>
                      <w:sz w:val="28"/>
                      <w:szCs w:val="28"/>
                    </w:rPr>
                  </w:pPr>
                </w:p>
                <w:p w:rsidR="005C74BC" w:rsidRDefault="005C74BC" w:rsidP="007D2C59">
                  <w:pPr>
                    <w:rPr>
                      <w:sz w:val="28"/>
                      <w:szCs w:val="28"/>
                    </w:rPr>
                  </w:pPr>
                </w:p>
                <w:p w:rsidR="005C74BC" w:rsidRPr="00D86DEF" w:rsidRDefault="005C74BC" w:rsidP="007D2C59"/>
                <w:p w:rsidR="005C74BC" w:rsidRPr="007D2C59" w:rsidRDefault="005C74BC" w:rsidP="007D2C59">
                  <w:r>
                    <w:tab/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shape id="_x0000_s1027" type="#_x0000_t202" style="position:absolute;margin-left:203.25pt;margin-top:-37.5pt;width:278.25pt;height:326.2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">
            <v:textbox>
              <w:txbxContent>
                <w:p w:rsidR="005C74BC" w:rsidRPr="00D53838" w:rsidRDefault="005C74BC" w:rsidP="007D2C59">
                  <w:pPr>
                    <w:rPr>
                      <w:u w:val="single"/>
                    </w:rPr>
                  </w:pPr>
                  <w:r w:rsidRPr="00D53838">
                    <w:rPr>
                      <w:u w:val="single"/>
                    </w:rPr>
                    <w:t>Tuesday</w:t>
                  </w:r>
                  <w:r>
                    <w:rPr>
                      <w:u w:val="single"/>
                    </w:rPr>
                    <w:t>, November 6  Study facts at bottom.</w:t>
                  </w:r>
                </w:p>
                <w:p w:rsidR="005C74BC" w:rsidRDefault="005C74BC" w:rsidP="005B63ED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1.  The Zero Property of Multiplication is when you multiply a number by zero and get the product ZERO.  Example:  4 x 0 = 0  </w:t>
                  </w:r>
                </w:p>
                <w:p w:rsidR="005C74BC" w:rsidRDefault="005C74BC" w:rsidP="005B63ED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Write another example of the Zero Property:</w:t>
                  </w:r>
                </w:p>
                <w:p w:rsidR="005C74BC" w:rsidRPr="00455ABF" w:rsidRDefault="005C74BC" w:rsidP="005B63ED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sz w:val="22"/>
                      <w:szCs w:val="22"/>
                    </w:rPr>
                    <w:t xml:space="preserve"> ____ x ____ = ____</w:t>
                  </w:r>
                </w:p>
                <w:p w:rsidR="005C74BC" w:rsidRDefault="005C74BC" w:rsidP="00F32B58">
                  <w:pPr>
                    <w:rPr>
                      <w:sz w:val="22"/>
                      <w:szCs w:val="22"/>
                    </w:rPr>
                  </w:pPr>
                </w:p>
                <w:p w:rsidR="005C74BC" w:rsidRPr="00F8341C" w:rsidRDefault="005C74BC" w:rsidP="00F8341C">
                  <w:pPr>
                    <w:rPr>
                      <w:sz w:val="36"/>
                      <w:szCs w:val="36"/>
                    </w:rPr>
                  </w:pPr>
                  <w:r w:rsidRPr="00374DA7">
                    <w:rPr>
                      <w:sz w:val="28"/>
                      <w:szCs w:val="28"/>
                    </w:rPr>
                    <w:t xml:space="preserve">2.  </w:t>
                  </w:r>
                  <w:r>
                    <w:rPr>
                      <w:sz w:val="28"/>
                      <w:szCs w:val="28"/>
                    </w:rPr>
                    <w:t xml:space="preserve">  </w:t>
                  </w:r>
                  <w:r>
                    <w:rPr>
                      <w:sz w:val="36"/>
                      <w:szCs w:val="36"/>
                    </w:rPr>
                    <w:t>10</w:t>
                  </w:r>
                  <w:r>
                    <w:rPr>
                      <w:sz w:val="36"/>
                      <w:szCs w:val="36"/>
                    </w:rPr>
                    <w:tab/>
                    <w:t xml:space="preserve"> 2</w:t>
                  </w:r>
                  <w:r w:rsidRPr="00F8341C">
                    <w:rPr>
                      <w:sz w:val="36"/>
                      <w:szCs w:val="36"/>
                    </w:rPr>
                    <w:t>0</w:t>
                  </w:r>
                  <w:r w:rsidRPr="00F8341C">
                    <w:rPr>
                      <w:sz w:val="36"/>
                      <w:szCs w:val="36"/>
                    </w:rPr>
                    <w:tab/>
                  </w:r>
                  <w:r>
                    <w:rPr>
                      <w:sz w:val="36"/>
                      <w:szCs w:val="36"/>
                    </w:rPr>
                    <w:t xml:space="preserve">    30      50</w:t>
                  </w:r>
                  <w:r>
                    <w:rPr>
                      <w:sz w:val="36"/>
                      <w:szCs w:val="36"/>
                    </w:rPr>
                    <w:tab/>
                    <w:t xml:space="preserve"> 2</w:t>
                  </w:r>
                  <w:r w:rsidRPr="00F8341C">
                    <w:rPr>
                      <w:sz w:val="36"/>
                      <w:szCs w:val="36"/>
                    </w:rPr>
                    <w:t>0</w:t>
                  </w:r>
                </w:p>
                <w:p w:rsidR="005C74BC" w:rsidRPr="00F8341C" w:rsidRDefault="005C74BC" w:rsidP="00F8341C">
                  <w:pPr>
                    <w:rPr>
                      <w:sz w:val="32"/>
                      <w:szCs w:val="32"/>
                    </w:rPr>
                  </w:pPr>
                  <w:r w:rsidRPr="00F8341C">
                    <w:rPr>
                      <w:sz w:val="32"/>
                      <w:szCs w:val="32"/>
                    </w:rPr>
                    <w:t xml:space="preserve">   </w:t>
                  </w:r>
                  <w:r w:rsidRPr="00F8341C">
                    <w:rPr>
                      <w:sz w:val="32"/>
                      <w:szCs w:val="32"/>
                      <w:u w:val="single"/>
                    </w:rPr>
                    <w:t xml:space="preserve">  x  </w:t>
                  </w:r>
                  <w:r>
                    <w:rPr>
                      <w:sz w:val="32"/>
                      <w:szCs w:val="32"/>
                      <w:u w:val="single"/>
                    </w:rPr>
                    <w:t>8</w:t>
                  </w:r>
                  <w:r w:rsidRPr="00F8341C">
                    <w:rPr>
                      <w:sz w:val="32"/>
                      <w:szCs w:val="32"/>
                    </w:rPr>
                    <w:t xml:space="preserve">    </w:t>
                  </w:r>
                  <w:r>
                    <w:rPr>
                      <w:sz w:val="32"/>
                      <w:szCs w:val="32"/>
                    </w:rPr>
                    <w:t xml:space="preserve">    </w:t>
                  </w:r>
                  <w:r>
                    <w:rPr>
                      <w:sz w:val="32"/>
                      <w:szCs w:val="32"/>
                      <w:u w:val="single"/>
                    </w:rPr>
                    <w:t>x 5</w:t>
                  </w:r>
                  <w:r>
                    <w:rPr>
                      <w:sz w:val="32"/>
                      <w:szCs w:val="32"/>
                    </w:rPr>
                    <w:t xml:space="preserve">       </w:t>
                  </w:r>
                  <w:r w:rsidRPr="00F8341C">
                    <w:rPr>
                      <w:sz w:val="32"/>
                      <w:szCs w:val="32"/>
                      <w:u w:val="single"/>
                    </w:rPr>
                    <w:t>x</w:t>
                  </w:r>
                  <w:r>
                    <w:rPr>
                      <w:sz w:val="32"/>
                      <w:szCs w:val="32"/>
                      <w:u w:val="single"/>
                    </w:rPr>
                    <w:t xml:space="preserve"> 4</w:t>
                  </w:r>
                  <w:r>
                    <w:rPr>
                      <w:sz w:val="32"/>
                      <w:szCs w:val="32"/>
                    </w:rPr>
                    <w:t xml:space="preserve">       </w:t>
                  </w:r>
                  <w:r w:rsidRPr="00F8341C">
                    <w:rPr>
                      <w:sz w:val="32"/>
                      <w:szCs w:val="32"/>
                      <w:u w:val="single"/>
                    </w:rPr>
                    <w:t>x</w:t>
                  </w:r>
                  <w:r>
                    <w:rPr>
                      <w:sz w:val="32"/>
                      <w:szCs w:val="32"/>
                      <w:u w:val="single"/>
                    </w:rPr>
                    <w:t>9</w:t>
                  </w:r>
                  <w:r>
                    <w:rPr>
                      <w:sz w:val="32"/>
                      <w:szCs w:val="32"/>
                    </w:rPr>
                    <w:t xml:space="preserve">       </w:t>
                  </w:r>
                  <w:r w:rsidRPr="00F8341C">
                    <w:rPr>
                      <w:sz w:val="32"/>
                      <w:szCs w:val="32"/>
                      <w:u w:val="single"/>
                    </w:rPr>
                    <w:t>x 7</w:t>
                  </w:r>
                </w:p>
                <w:p w:rsidR="005C74BC" w:rsidRPr="00374DA7" w:rsidRDefault="005C74BC" w:rsidP="00F8341C">
                  <w:pPr>
                    <w:rPr>
                      <w:sz w:val="28"/>
                      <w:szCs w:val="28"/>
                    </w:rPr>
                  </w:pPr>
                </w:p>
                <w:p w:rsidR="005C74BC" w:rsidRDefault="005C74BC" w:rsidP="00F32B58">
                  <w:pPr>
                    <w:rPr>
                      <w:sz w:val="22"/>
                      <w:szCs w:val="22"/>
                    </w:rPr>
                  </w:pPr>
                </w:p>
                <w:p w:rsidR="005C74BC" w:rsidRDefault="005C74BC" w:rsidP="00F32B58">
                  <w:r>
                    <w:rPr>
                      <w:sz w:val="22"/>
                      <w:szCs w:val="22"/>
                    </w:rPr>
                    <w:t xml:space="preserve">If you have internet access, please let your child go to </w:t>
                  </w:r>
                  <w:hyperlink r:id="rId5" w:history="1">
                    <w:r>
                      <w:rPr>
                        <w:rStyle w:val="Hyperlink"/>
                      </w:rPr>
                      <w:t>https://www.ixl.com/signin/lincolntc</w:t>
                    </w:r>
                  </w:hyperlink>
                  <w:r>
                    <w:t xml:space="preserve"> and complete multiplication skillbuilders 0, 1, 2, 3, 4 for practice.</w:t>
                  </w:r>
                </w:p>
                <w:p w:rsidR="005C74BC" w:rsidRDefault="005C74BC" w:rsidP="00F32B58"/>
                <w:p w:rsidR="005C74BC" w:rsidRDefault="005C74BC" w:rsidP="00F32B58">
                  <w:r>
                    <w:t>3.  The Commutative Property says that the factors can be in any order.  Example:  3 x 2 = 2 x 3</w:t>
                  </w:r>
                </w:p>
                <w:p w:rsidR="005C74BC" w:rsidRDefault="005C74BC" w:rsidP="00F32B58">
                  <w:pPr>
                    <w:rPr>
                      <w:sz w:val="28"/>
                      <w:szCs w:val="28"/>
                    </w:rPr>
                  </w:pPr>
                  <w:r>
                    <w:t xml:space="preserve">So,  </w:t>
                  </w:r>
                  <w:r w:rsidRPr="005B63ED">
                    <w:rPr>
                      <w:sz w:val="28"/>
                      <w:szCs w:val="28"/>
                    </w:rPr>
                    <w:t>4 x 5 would be the same as 5 x ______.</w:t>
                  </w:r>
                </w:p>
                <w:p w:rsidR="005C74BC" w:rsidRDefault="005C74BC" w:rsidP="00F32B5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6 x 4 would be the same as 4 x ______.</w:t>
                  </w:r>
                </w:p>
                <w:p w:rsidR="005C74BC" w:rsidRDefault="005C74BC" w:rsidP="00F32B58">
                  <w:r>
                    <w:rPr>
                      <w:sz w:val="28"/>
                      <w:szCs w:val="28"/>
                    </w:rPr>
                    <w:t>4.  7 x 3 = 3 x _____      2 x 6 = ____ x 2</w:t>
                  </w:r>
                </w:p>
                <w:p w:rsidR="005C74BC" w:rsidRDefault="005C74BC" w:rsidP="00F32B58">
                  <w:r>
                    <w:t>5.  Which shows the identity property?</w:t>
                  </w:r>
                </w:p>
                <w:p w:rsidR="005C74BC" w:rsidRPr="00456F90" w:rsidRDefault="005C74BC" w:rsidP="00F32B5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</w:t>
                  </w:r>
                  <w:r w:rsidRPr="00456F90">
                    <w:rPr>
                      <w:sz w:val="28"/>
                      <w:szCs w:val="28"/>
                    </w:rPr>
                    <w:t xml:space="preserve">6 x 2 = 12          or            6 x 1 = 1    </w:t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shape id="Text Box 6" o:spid="_x0000_s1028" type="#_x0000_t202" style="position:absolute;margin-left:-54.75pt;margin-top:-57.75pt;width:555pt;height:2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" strokeweight=".5pt">
            <v:textbox>
              <w:txbxContent>
                <w:p w:rsidR="005C74BC" w:rsidRDefault="005C74BC">
                  <w:r>
                    <w:t>Name                                                                  Math Homework is worth 5 points each day for a 20 pt grade.</w:t>
                  </w:r>
                </w:p>
              </w:txbxContent>
            </v:textbox>
          </v:shape>
        </w:pict>
      </w:r>
      <w:r>
        <w:t>Onom7, 456</w:t>
      </w:r>
    </w:p>
    <w:p w:rsidR="005C74BC" w:rsidRDefault="005C74BC" w:rsidP="007D2C59">
      <w:pPr>
        <w:tabs>
          <w:tab w:val="left" w:pos="7830"/>
        </w:tabs>
      </w:pPr>
      <w:r>
        <w:rPr>
          <w:noProof/>
          <w:lang w:eastAsia="en-US"/>
        </w:rPr>
        <w:pict>
          <v:shape id="_x0000_s1029" type="#_x0000_t202" style="position:absolute;margin-left:-54.75pt;margin-top:275.65pt;width:280.5pt;height:359.2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">
            <v:textbox>
              <w:txbxContent>
                <w:p w:rsidR="005C74BC" w:rsidRPr="00D53838" w:rsidRDefault="005C74BC" w:rsidP="007D2C59">
                  <w:pPr>
                    <w:rPr>
                      <w:u w:val="single"/>
                    </w:rPr>
                  </w:pPr>
                  <w:r w:rsidRPr="00D53838">
                    <w:rPr>
                      <w:u w:val="single"/>
                    </w:rPr>
                    <w:t>Wednesday</w:t>
                  </w:r>
                  <w:r>
                    <w:rPr>
                      <w:u w:val="single"/>
                    </w:rPr>
                    <w:t>, November 7  Study facts at bottom.</w:t>
                  </w:r>
                </w:p>
                <w:p w:rsidR="005C74BC" w:rsidRPr="00374DA7" w:rsidRDefault="005C74BC" w:rsidP="00456F90">
                  <w:pPr>
                    <w:rPr>
                      <w:b/>
                    </w:rPr>
                  </w:pPr>
                  <w:r w:rsidRPr="00374DA7">
                    <w:rPr>
                      <w:b/>
                    </w:rPr>
                    <w:t xml:space="preserve">Solve </w:t>
                  </w:r>
                  <w:r>
                    <w:rPr>
                      <w:b/>
                    </w:rPr>
                    <w:t>by drawing a picture</w:t>
                  </w:r>
                  <w:r w:rsidRPr="00374DA7">
                    <w:rPr>
                      <w:b/>
                    </w:rPr>
                    <w:t xml:space="preserve"> and EXPLAIN YOUR WORK:</w:t>
                  </w:r>
                </w:p>
                <w:p w:rsidR="005C74BC" w:rsidRDefault="005C74BC" w:rsidP="00965969">
                  <w:pPr>
                    <w:rPr>
                      <w:sz w:val="22"/>
                      <w:szCs w:val="22"/>
                    </w:rPr>
                  </w:pPr>
                  <w:r w:rsidRPr="00335BCA">
                    <w:rPr>
                      <w:sz w:val="22"/>
                      <w:szCs w:val="22"/>
                    </w:rPr>
                    <w:t xml:space="preserve">1.  </w:t>
                  </w:r>
                  <w:r>
                    <w:rPr>
                      <w:sz w:val="22"/>
                      <w:szCs w:val="22"/>
                    </w:rPr>
                    <w:t>John has 2 boxes.  Each box has 3 baggies in it.  Each baggie has 4 marbles.  How many marbles are there in all?</w:t>
                  </w:r>
                </w:p>
                <w:p w:rsidR="005C74BC" w:rsidRDefault="005C74BC" w:rsidP="00965969">
                  <w:pPr>
                    <w:rPr>
                      <w:sz w:val="22"/>
                      <w:szCs w:val="22"/>
                    </w:rPr>
                  </w:pPr>
                </w:p>
                <w:p w:rsidR="005C74BC" w:rsidRDefault="005C74BC" w:rsidP="00965969">
                  <w:pPr>
                    <w:rPr>
                      <w:sz w:val="22"/>
                      <w:szCs w:val="22"/>
                    </w:rPr>
                  </w:pPr>
                </w:p>
                <w:p w:rsidR="005C74BC" w:rsidRDefault="005C74BC" w:rsidP="00965969">
                  <w:pPr>
                    <w:rPr>
                      <w:sz w:val="22"/>
                      <w:szCs w:val="22"/>
                    </w:rPr>
                  </w:pPr>
                </w:p>
                <w:p w:rsidR="005C74BC" w:rsidRDefault="005C74BC" w:rsidP="00965969">
                  <w:pPr>
                    <w:rPr>
                      <w:sz w:val="22"/>
                      <w:szCs w:val="22"/>
                    </w:rPr>
                  </w:pPr>
                </w:p>
                <w:p w:rsidR="005C74BC" w:rsidRDefault="005C74BC" w:rsidP="00965969">
                  <w:pPr>
                    <w:rPr>
                      <w:sz w:val="22"/>
                      <w:szCs w:val="22"/>
                    </w:rPr>
                  </w:pPr>
                </w:p>
                <w:p w:rsidR="005C74BC" w:rsidRDefault="005C74BC" w:rsidP="00965969">
                  <w:pPr>
                    <w:rPr>
                      <w:sz w:val="22"/>
                      <w:szCs w:val="22"/>
                    </w:rPr>
                  </w:pPr>
                </w:p>
                <w:p w:rsidR="005C74BC" w:rsidRDefault="005C74BC" w:rsidP="00965969">
                  <w:pPr>
                    <w:rPr>
                      <w:sz w:val="22"/>
                      <w:szCs w:val="22"/>
                    </w:rPr>
                  </w:pPr>
                </w:p>
                <w:p w:rsidR="005C74BC" w:rsidRDefault="005C74BC" w:rsidP="0096596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2.  The Associative Property says you can group the factors in any </w:t>
                  </w:r>
                  <w:bookmarkStart w:id="0" w:name="_GoBack"/>
                  <w:bookmarkEnd w:id="0"/>
                  <w:r>
                    <w:rPr>
                      <w:sz w:val="22"/>
                      <w:szCs w:val="22"/>
                    </w:rPr>
                    <w:t>way without changing the product.  So,</w:t>
                  </w:r>
                </w:p>
                <w:p w:rsidR="005C74BC" w:rsidRDefault="005C74BC" w:rsidP="0096596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(5x1) x 8 = 5 x (1 x 8) and they both equal 40 as the product.  </w:t>
                  </w:r>
                  <w:r w:rsidRPr="00456F90">
                    <w:rPr>
                      <w:i/>
                      <w:sz w:val="22"/>
                      <w:szCs w:val="22"/>
                    </w:rPr>
                    <w:t>The same numbers are on each side of the equal sign.</w:t>
                  </w:r>
                </w:p>
                <w:p w:rsidR="005C74BC" w:rsidRDefault="005C74BC" w:rsidP="0096596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Complete:</w:t>
                  </w:r>
                </w:p>
                <w:p w:rsidR="005C74BC" w:rsidRPr="00456F90" w:rsidRDefault="005C74BC" w:rsidP="0096596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(2 x 3) x 4 = 2 x (3 x 4) both equal _______</w:t>
                  </w:r>
                </w:p>
                <w:p w:rsidR="005C74BC" w:rsidRDefault="005C74BC" w:rsidP="0096596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_____</w:t>
                  </w:r>
                </w:p>
                <w:p w:rsidR="005C74BC" w:rsidRPr="00965969" w:rsidRDefault="005C74BC" w:rsidP="0096596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5.    4 </w:t>
                  </w:r>
                  <w:r w:rsidRPr="00456F90">
                    <w:rPr>
                      <w:sz w:val="36"/>
                      <w:szCs w:val="36"/>
                    </w:rPr>
                    <w:t>/</w:t>
                  </w:r>
                  <w:r>
                    <w:rPr>
                      <w:sz w:val="28"/>
                      <w:szCs w:val="28"/>
                    </w:rPr>
                    <w:t xml:space="preserve"> 36                  6.        </w:t>
                  </w:r>
                  <w:r>
                    <w:rPr>
                      <w:sz w:val="32"/>
                      <w:szCs w:val="32"/>
                    </w:rPr>
                    <w:t>6</w:t>
                  </w:r>
                  <w:r w:rsidRPr="00F8341C">
                    <w:rPr>
                      <w:sz w:val="32"/>
                      <w:szCs w:val="32"/>
                    </w:rPr>
                    <w:t>0</w:t>
                  </w:r>
                  <w:r w:rsidRPr="00F8341C">
                    <w:rPr>
                      <w:sz w:val="32"/>
                      <w:szCs w:val="32"/>
                    </w:rPr>
                    <w:tab/>
                  </w:r>
                  <w:r w:rsidRPr="00F8341C">
                    <w:rPr>
                      <w:sz w:val="32"/>
                      <w:szCs w:val="32"/>
                    </w:rPr>
                    <w:tab/>
                    <w:t>50</w:t>
                  </w:r>
                </w:p>
                <w:p w:rsidR="005C74BC" w:rsidRDefault="005C74BC" w:rsidP="007D2C59">
                  <w:pPr>
                    <w:rPr>
                      <w:sz w:val="32"/>
                      <w:szCs w:val="32"/>
                      <w:u w:val="single"/>
                    </w:rPr>
                  </w:pPr>
                  <w:r w:rsidRPr="00F8341C">
                    <w:rPr>
                      <w:sz w:val="32"/>
                      <w:szCs w:val="32"/>
                    </w:rPr>
                    <w:t xml:space="preserve">                                     </w:t>
                  </w:r>
                  <w:r>
                    <w:rPr>
                      <w:sz w:val="32"/>
                      <w:szCs w:val="32"/>
                    </w:rPr>
                    <w:t xml:space="preserve"> </w:t>
                  </w:r>
                  <w:r>
                    <w:rPr>
                      <w:sz w:val="32"/>
                      <w:szCs w:val="32"/>
                      <w:u w:val="single"/>
                    </w:rPr>
                    <w:t>x</w:t>
                  </w:r>
                  <w:r w:rsidRPr="00F8341C">
                    <w:rPr>
                      <w:sz w:val="32"/>
                      <w:szCs w:val="32"/>
                      <w:u w:val="single"/>
                    </w:rPr>
                    <w:t xml:space="preserve"> </w:t>
                  </w:r>
                  <w:r>
                    <w:rPr>
                      <w:sz w:val="32"/>
                      <w:szCs w:val="32"/>
                      <w:u w:val="single"/>
                    </w:rPr>
                    <w:t xml:space="preserve"> </w:t>
                  </w:r>
                  <w:r w:rsidRPr="00F8341C">
                    <w:rPr>
                      <w:sz w:val="32"/>
                      <w:szCs w:val="32"/>
                      <w:u w:val="single"/>
                    </w:rPr>
                    <w:t>3</w:t>
                  </w:r>
                  <w:r>
                    <w:rPr>
                      <w:sz w:val="32"/>
                      <w:szCs w:val="32"/>
                    </w:rPr>
                    <w:t xml:space="preserve">         </w:t>
                  </w:r>
                  <w:r w:rsidRPr="00F8341C">
                    <w:rPr>
                      <w:sz w:val="32"/>
                      <w:szCs w:val="32"/>
                      <w:u w:val="single"/>
                    </w:rPr>
                    <w:t>x</w:t>
                  </w:r>
                  <w:r>
                    <w:rPr>
                      <w:sz w:val="32"/>
                      <w:szCs w:val="32"/>
                      <w:u w:val="single"/>
                    </w:rPr>
                    <w:t xml:space="preserve"> </w:t>
                  </w:r>
                  <w:r w:rsidRPr="00F8341C">
                    <w:rPr>
                      <w:sz w:val="32"/>
                      <w:szCs w:val="32"/>
                      <w:u w:val="single"/>
                    </w:rPr>
                    <w:t>4</w:t>
                  </w:r>
                </w:p>
                <w:p w:rsidR="005C74BC" w:rsidRDefault="005C74BC" w:rsidP="007D2C59">
                  <w:pPr>
                    <w:rPr>
                      <w:sz w:val="32"/>
                      <w:szCs w:val="32"/>
                      <w:u w:val="single"/>
                    </w:rPr>
                  </w:pPr>
                </w:p>
                <w:p w:rsidR="005C74BC" w:rsidRPr="00F8341C" w:rsidRDefault="005C74BC" w:rsidP="007D2C59">
                  <w:pPr>
                    <w:rPr>
                      <w:sz w:val="32"/>
                      <w:szCs w:val="32"/>
                    </w:rPr>
                  </w:pPr>
                  <w:hyperlink r:id="rId6" w:history="1">
                    <w:r>
                      <w:rPr>
                        <w:rStyle w:val="Hyperlink"/>
                      </w:rPr>
                      <w:t>https://www.ixl.com/signin/lincolntc</w:t>
                    </w:r>
                  </w:hyperlink>
                  <w:r>
                    <w:t xml:space="preserve"> </w:t>
                  </w:r>
                  <w:r w:rsidRPr="00F8341C">
                    <w:rPr>
                      <w:rFonts w:ascii="Tahoma" w:hAnsi="Tahoma" w:cs="Tahoma"/>
                      <w:sz w:val="20"/>
                      <w:szCs w:val="20"/>
                    </w:rPr>
                    <w:t>E-8  Multiply by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456F90">
                    <w:rPr>
                      <w:rFonts w:ascii="Tahoma" w:hAnsi="Tahoma" w:cs="Tahoma"/>
                      <w:sz w:val="16"/>
                      <w:szCs w:val="16"/>
                    </w:rPr>
                    <w:t>a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F8341C">
                    <w:rPr>
                      <w:rFonts w:ascii="Tahoma" w:hAnsi="Tahoma" w:cs="Tahoma"/>
                      <w:sz w:val="20"/>
                      <w:szCs w:val="20"/>
                    </w:rPr>
                    <w:t>multiple of 10</w:t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shape id="_x0000_s1030" type="#_x0000_t202" style="position:absolute;margin-left:225.75pt;margin-top:275.7pt;width:255.75pt;height:35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">
            <v:textbox>
              <w:txbxContent>
                <w:p w:rsidR="005C74BC" w:rsidRDefault="005C74BC">
                  <w:pPr>
                    <w:rPr>
                      <w:u w:val="single"/>
                    </w:rPr>
                  </w:pPr>
                  <w:r w:rsidRPr="00335BCA">
                    <w:rPr>
                      <w:u w:val="single"/>
                    </w:rPr>
                    <w:t>T</w:t>
                  </w:r>
                  <w:r>
                    <w:rPr>
                      <w:u w:val="single"/>
                    </w:rPr>
                    <w:t>hursday, November 8</w:t>
                  </w:r>
                  <w:r w:rsidRPr="00335BCA">
                    <w:rPr>
                      <w:u w:val="single"/>
                    </w:rPr>
                    <w:t xml:space="preserve">  Study facts at the bottom.</w:t>
                  </w:r>
                </w:p>
                <w:p w:rsidR="005C74BC" w:rsidRDefault="005C74BC" w:rsidP="00F8341C">
                  <w:r>
                    <w:t xml:space="preserve">1.  The Distributive Property breaks apart one of the factors. Example 4 x 8 = (4 x 6) +  (4 x 2) </w:t>
                  </w:r>
                </w:p>
                <w:p w:rsidR="005C74BC" w:rsidRPr="00405124" w:rsidRDefault="005C74BC" w:rsidP="00F8341C">
                  <w:pPr>
                    <w:rPr>
                      <w:sz w:val="32"/>
                      <w:szCs w:val="32"/>
                      <w:u w:val="single"/>
                    </w:rPr>
                  </w:pPr>
                  <w:r>
                    <w:rPr>
                      <w:sz w:val="32"/>
                      <w:szCs w:val="32"/>
                    </w:rPr>
                    <w:t>So, 6 x 4 = (3 x</w:t>
                  </w:r>
                  <w:r w:rsidRPr="00405124">
                    <w:rPr>
                      <w:sz w:val="32"/>
                      <w:szCs w:val="32"/>
                    </w:rPr>
                    <w:t xml:space="preserve"> 4</w:t>
                  </w:r>
                  <w:r>
                    <w:rPr>
                      <w:sz w:val="32"/>
                      <w:szCs w:val="32"/>
                    </w:rPr>
                    <w:t>)</w:t>
                  </w:r>
                  <w:r w:rsidRPr="00405124">
                    <w:rPr>
                      <w:sz w:val="32"/>
                      <w:szCs w:val="32"/>
                    </w:rPr>
                    <w:t xml:space="preserve"> + </w:t>
                  </w:r>
                  <w:r>
                    <w:rPr>
                      <w:sz w:val="32"/>
                      <w:szCs w:val="32"/>
                    </w:rPr>
                    <w:t>(</w:t>
                  </w:r>
                  <w:r w:rsidRPr="00405124">
                    <w:rPr>
                      <w:sz w:val="32"/>
                      <w:szCs w:val="32"/>
                    </w:rPr>
                    <w:t>___ x 4</w:t>
                  </w:r>
                  <w:r>
                    <w:rPr>
                      <w:sz w:val="32"/>
                      <w:szCs w:val="32"/>
                    </w:rPr>
                    <w:t>)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A0"/>
                  </w:tblPr>
                  <w:tblGrid>
                    <w:gridCol w:w="442"/>
                    <w:gridCol w:w="442"/>
                    <w:gridCol w:w="443"/>
                    <w:gridCol w:w="443"/>
                    <w:gridCol w:w="443"/>
                    <w:gridCol w:w="443"/>
                  </w:tblGrid>
                  <w:tr w:rsidR="005C74BC" w:rsidRPr="00C20156" w:rsidTr="00C20156">
                    <w:trPr>
                      <w:trHeight w:val="353"/>
                    </w:trPr>
                    <w:tc>
                      <w:tcPr>
                        <w:tcW w:w="442" w:type="dxa"/>
                        <w:shd w:val="clear" w:color="auto" w:fill="A6A6A6"/>
                      </w:tcPr>
                      <w:p w:rsidR="005C74BC" w:rsidRPr="00C20156" w:rsidRDefault="005C74BC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2" w:type="dxa"/>
                        <w:shd w:val="clear" w:color="auto" w:fill="A6A6A6"/>
                      </w:tcPr>
                      <w:p w:rsidR="005C74BC" w:rsidRPr="00C20156" w:rsidRDefault="005C74BC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3" w:type="dxa"/>
                        <w:shd w:val="clear" w:color="auto" w:fill="A6A6A6"/>
                      </w:tcPr>
                      <w:p w:rsidR="005C74BC" w:rsidRPr="00C20156" w:rsidRDefault="005C74BC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5C74BC" w:rsidRPr="00C20156" w:rsidRDefault="005C74BC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5C74BC" w:rsidRPr="00C20156" w:rsidRDefault="005C74BC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5C74BC" w:rsidRPr="00C20156" w:rsidRDefault="005C74BC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</w:tr>
                  <w:tr w:rsidR="005C74BC" w:rsidRPr="00C20156" w:rsidTr="00C20156">
                    <w:trPr>
                      <w:trHeight w:val="353"/>
                    </w:trPr>
                    <w:tc>
                      <w:tcPr>
                        <w:tcW w:w="442" w:type="dxa"/>
                        <w:shd w:val="clear" w:color="auto" w:fill="A6A6A6"/>
                      </w:tcPr>
                      <w:p w:rsidR="005C74BC" w:rsidRPr="00C20156" w:rsidRDefault="005C74BC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2" w:type="dxa"/>
                        <w:shd w:val="clear" w:color="auto" w:fill="A6A6A6"/>
                      </w:tcPr>
                      <w:p w:rsidR="005C74BC" w:rsidRPr="00C20156" w:rsidRDefault="005C74BC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3" w:type="dxa"/>
                        <w:shd w:val="clear" w:color="auto" w:fill="A6A6A6"/>
                      </w:tcPr>
                      <w:p w:rsidR="005C74BC" w:rsidRPr="00C20156" w:rsidRDefault="005C74BC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5C74BC" w:rsidRPr="00C20156" w:rsidRDefault="005C74BC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5C74BC" w:rsidRPr="00C20156" w:rsidRDefault="005C74BC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5C74BC" w:rsidRPr="00C20156" w:rsidRDefault="005C74BC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</w:tr>
                  <w:tr w:rsidR="005C74BC" w:rsidRPr="00C20156" w:rsidTr="00C20156">
                    <w:trPr>
                      <w:trHeight w:val="368"/>
                    </w:trPr>
                    <w:tc>
                      <w:tcPr>
                        <w:tcW w:w="442" w:type="dxa"/>
                        <w:shd w:val="clear" w:color="auto" w:fill="A6A6A6"/>
                      </w:tcPr>
                      <w:p w:rsidR="005C74BC" w:rsidRPr="00C20156" w:rsidRDefault="005C74BC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2" w:type="dxa"/>
                        <w:shd w:val="clear" w:color="auto" w:fill="A6A6A6"/>
                      </w:tcPr>
                      <w:p w:rsidR="005C74BC" w:rsidRPr="00C20156" w:rsidRDefault="005C74BC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3" w:type="dxa"/>
                        <w:shd w:val="clear" w:color="auto" w:fill="A6A6A6"/>
                      </w:tcPr>
                      <w:p w:rsidR="005C74BC" w:rsidRPr="00C20156" w:rsidRDefault="005C74BC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5C74BC" w:rsidRPr="00C20156" w:rsidRDefault="005C74BC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5C74BC" w:rsidRPr="00C20156" w:rsidRDefault="005C74BC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5C74BC" w:rsidRPr="00C20156" w:rsidRDefault="005C74BC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</w:tr>
                  <w:tr w:rsidR="005C74BC" w:rsidRPr="00C20156" w:rsidTr="00C20156">
                    <w:trPr>
                      <w:trHeight w:val="353"/>
                    </w:trPr>
                    <w:tc>
                      <w:tcPr>
                        <w:tcW w:w="442" w:type="dxa"/>
                        <w:shd w:val="clear" w:color="auto" w:fill="A6A6A6"/>
                      </w:tcPr>
                      <w:p w:rsidR="005C74BC" w:rsidRPr="00C20156" w:rsidRDefault="005C74BC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2" w:type="dxa"/>
                        <w:shd w:val="clear" w:color="auto" w:fill="A6A6A6"/>
                      </w:tcPr>
                      <w:p w:rsidR="005C74BC" w:rsidRPr="00C20156" w:rsidRDefault="005C74BC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3" w:type="dxa"/>
                        <w:shd w:val="clear" w:color="auto" w:fill="A6A6A6"/>
                      </w:tcPr>
                      <w:p w:rsidR="005C74BC" w:rsidRPr="00C20156" w:rsidRDefault="005C74BC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5C74BC" w:rsidRPr="00C20156" w:rsidRDefault="005C74BC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5C74BC" w:rsidRPr="00C20156" w:rsidRDefault="005C74BC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5C74BC" w:rsidRPr="00C20156" w:rsidRDefault="005C74BC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</w:tr>
                </w:tbl>
                <w:p w:rsidR="005C74BC" w:rsidRDefault="005C74BC" w:rsidP="00F8341C">
                  <w:pPr>
                    <w:rPr>
                      <w:sz w:val="32"/>
                      <w:szCs w:val="32"/>
                      <w:u w:val="single"/>
                    </w:rPr>
                  </w:pPr>
                </w:p>
                <w:p w:rsidR="005C74BC" w:rsidRDefault="005C74BC" w:rsidP="00F8341C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 xml:space="preserve"> 2. </w:t>
                  </w:r>
                  <w:r w:rsidRPr="00F8341C">
                    <w:rPr>
                      <w:sz w:val="36"/>
                      <w:szCs w:val="36"/>
                    </w:rPr>
                    <w:t xml:space="preserve">  456</w:t>
                  </w:r>
                  <w:r>
                    <w:rPr>
                      <w:sz w:val="36"/>
                      <w:szCs w:val="36"/>
                    </w:rPr>
                    <w:tab/>
                  </w:r>
                  <w:r>
                    <w:rPr>
                      <w:sz w:val="36"/>
                      <w:szCs w:val="36"/>
                    </w:rPr>
                    <w:tab/>
                    <w:t>802</w:t>
                  </w:r>
                  <w:r>
                    <w:rPr>
                      <w:sz w:val="36"/>
                      <w:szCs w:val="36"/>
                    </w:rPr>
                    <w:tab/>
                  </w:r>
                  <w:r>
                    <w:rPr>
                      <w:sz w:val="36"/>
                      <w:szCs w:val="36"/>
                    </w:rPr>
                    <w:tab/>
                    <w:t>267</w:t>
                  </w:r>
                </w:p>
                <w:p w:rsidR="005C74BC" w:rsidRPr="00F8341C" w:rsidRDefault="005C74BC" w:rsidP="00F8341C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 xml:space="preserve">      </w:t>
                  </w:r>
                  <w:r w:rsidRPr="00F8341C">
                    <w:rPr>
                      <w:sz w:val="36"/>
                      <w:szCs w:val="36"/>
                      <w:u w:val="single"/>
                    </w:rPr>
                    <w:t>-157</w:t>
                  </w:r>
                  <w:r w:rsidRPr="00F8341C">
                    <w:rPr>
                      <w:sz w:val="36"/>
                      <w:szCs w:val="36"/>
                    </w:rPr>
                    <w:tab/>
                  </w:r>
                  <w:r w:rsidRPr="00F8341C">
                    <w:rPr>
                      <w:sz w:val="36"/>
                      <w:szCs w:val="36"/>
                    </w:rPr>
                    <w:tab/>
                  </w:r>
                  <w:r>
                    <w:rPr>
                      <w:sz w:val="36"/>
                      <w:szCs w:val="36"/>
                      <w:u w:val="single"/>
                    </w:rPr>
                    <w:t>- 56</w:t>
                  </w:r>
                  <w:r>
                    <w:rPr>
                      <w:sz w:val="36"/>
                      <w:szCs w:val="36"/>
                    </w:rPr>
                    <w:t xml:space="preserve">        </w:t>
                  </w:r>
                  <w:r w:rsidRPr="00F8341C">
                    <w:rPr>
                      <w:sz w:val="36"/>
                      <w:szCs w:val="36"/>
                      <w:u w:val="single"/>
                    </w:rPr>
                    <w:t>+ 34</w:t>
                  </w:r>
                </w:p>
                <w:p w:rsidR="005C74BC" w:rsidRDefault="005C74BC"/>
                <w:p w:rsidR="005C74BC" w:rsidRDefault="005C74BC"/>
                <w:p w:rsidR="005C74BC" w:rsidRDefault="005C74BC"/>
                <w:p w:rsidR="005C74BC" w:rsidRDefault="005C74BC">
                  <w:r>
                    <w:t>3.  What are the first ten multiples of 10?</w:t>
                  </w:r>
                </w:p>
                <w:p w:rsidR="005C74BC" w:rsidRDefault="005C74BC"/>
                <w:p w:rsidR="005C74BC" w:rsidRDefault="005C74BC"/>
                <w:p w:rsidR="005C74BC" w:rsidRDefault="005C74BC"/>
                <w:p w:rsidR="005C74BC" w:rsidRDefault="005C74BC"/>
                <w:p w:rsidR="005C74BC" w:rsidRPr="00F8341C" w:rsidRDefault="005C74BC" w:rsidP="00F8341C">
                  <w:pPr>
                    <w:rPr>
                      <w:sz w:val="32"/>
                      <w:szCs w:val="32"/>
                    </w:rPr>
                  </w:pPr>
                  <w:hyperlink r:id="rId7" w:history="1">
                    <w:r>
                      <w:rPr>
                        <w:rStyle w:val="Hyperlink"/>
                      </w:rPr>
                      <w:t>https://www.ixl.com/signin/lincolntc</w:t>
                    </w:r>
                  </w:hyperlink>
                  <w:r>
                    <w:t xml:space="preserve"> </w:t>
                  </w:r>
                  <w:r w:rsidRPr="00F8341C">
                    <w:rPr>
                      <w:rFonts w:ascii="Tahoma" w:hAnsi="Tahoma" w:cs="Tahoma"/>
                      <w:sz w:val="20"/>
                      <w:szCs w:val="20"/>
                    </w:rPr>
                    <w:t>E-8  Multiply by</w:t>
                  </w:r>
                  <w:r>
                    <w:rPr>
                      <w:rFonts w:ascii="Tahoma" w:hAnsi="Tahoma" w:cs="Tahoma"/>
                    </w:rPr>
                    <w:t xml:space="preserve"> a </w:t>
                  </w:r>
                  <w:r w:rsidRPr="00F8341C">
                    <w:rPr>
                      <w:rFonts w:ascii="Tahoma" w:hAnsi="Tahoma" w:cs="Tahoma"/>
                      <w:sz w:val="20"/>
                      <w:szCs w:val="20"/>
                    </w:rPr>
                    <w:t>multiple of 10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and multiplication skillbuilders 0, 1, 2, 3, 4</w:t>
                  </w:r>
                </w:p>
                <w:p w:rsidR="005C74BC" w:rsidRDefault="005C74BC"/>
                <w:p w:rsidR="005C74BC" w:rsidRPr="00335BCA" w:rsidRDefault="005C74BC"/>
              </w:txbxContent>
            </v:textbox>
          </v:shape>
        </w:pict>
      </w:r>
      <w:r>
        <w:rPr>
          <w:noProof/>
          <w:lang w:eastAsia="en-US"/>
        </w:rPr>
        <w:pict>
          <v:shape id="_x0000_s1031" type="#_x0000_t202" style="position:absolute;margin-left:-54.75pt;margin-top:630.9pt;width:537pt;height:138.3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">
            <v:textbox style="mso-fit-shape-to-text:t">
              <w:txbxContent>
                <w:p w:rsidR="005C74BC" w:rsidRPr="00F32B58" w:rsidRDefault="005C74BC">
                  <w:pPr>
                    <w:rPr>
                      <w:b/>
                    </w:rPr>
                  </w:pPr>
                  <w:r w:rsidRPr="00F32B58">
                    <w:rPr>
                      <w:b/>
                    </w:rPr>
                    <w:t>E</w:t>
                  </w:r>
                  <w:r>
                    <w:rPr>
                      <w:b/>
                    </w:rPr>
                    <w:t>very night study these facts:  4 x 0 = 0, 4 x 1 = 4, 4 x 2 = 8, 4 x 3 = 12, 4x 4 = 16, 4 x 5 = 20, 4 x 6 = 24, 4 x 7 = 28, 4 x 8= 32, 4 x 9 = 36, 4 x 10 = 4</w:t>
                  </w:r>
                  <w:r w:rsidRPr="00F32B58">
                    <w:rPr>
                      <w:b/>
                    </w:rPr>
                    <w:t>0</w:t>
                  </w:r>
                  <w:r>
                    <w:rPr>
                      <w:b/>
                    </w:rPr>
                    <w:t xml:space="preserve">, 4 x 11 = 44, 4 x 12 = 48  </w:t>
                  </w:r>
                  <w:r w:rsidRPr="00F32B58">
                    <w:rPr>
                      <w:b/>
                    </w:rPr>
                    <w:t xml:space="preserve">  Facts test on </w:t>
                  </w:r>
                  <w:r>
                    <w:rPr>
                      <w:b/>
                    </w:rPr>
                    <w:t>Thursday.</w:t>
                  </w:r>
                  <w:r w:rsidRPr="00F32B58">
                    <w:rPr>
                      <w:b/>
                    </w:rPr>
                    <w:t xml:space="preserve">  </w:t>
                  </w:r>
                </w:p>
              </w:txbxContent>
            </v:textbox>
          </v:shape>
        </w:pict>
      </w:r>
    </w:p>
    <w:sectPr w:rsidR="005C74BC" w:rsidSect="009F3E64">
      <w:pgSz w:w="12240" w:h="15840"/>
      <w:pgMar w:top="1440" w:right="1800" w:bottom="45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E0B16"/>
    <w:multiLevelType w:val="hybridMultilevel"/>
    <w:tmpl w:val="9C3E92C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C59"/>
    <w:rsid w:val="000C6561"/>
    <w:rsid w:val="00123A94"/>
    <w:rsid w:val="00191D7F"/>
    <w:rsid w:val="001A3717"/>
    <w:rsid w:val="00206608"/>
    <w:rsid w:val="00334ECB"/>
    <w:rsid w:val="00335BCA"/>
    <w:rsid w:val="00374DA7"/>
    <w:rsid w:val="00397084"/>
    <w:rsid w:val="003A7D41"/>
    <w:rsid w:val="00405124"/>
    <w:rsid w:val="004203E6"/>
    <w:rsid w:val="004244AB"/>
    <w:rsid w:val="00444276"/>
    <w:rsid w:val="00455ABF"/>
    <w:rsid w:val="00456F90"/>
    <w:rsid w:val="00461A18"/>
    <w:rsid w:val="00467CB6"/>
    <w:rsid w:val="004A1729"/>
    <w:rsid w:val="004B749B"/>
    <w:rsid w:val="004F61F1"/>
    <w:rsid w:val="00500570"/>
    <w:rsid w:val="0055036C"/>
    <w:rsid w:val="005723C2"/>
    <w:rsid w:val="005B63ED"/>
    <w:rsid w:val="005C74BC"/>
    <w:rsid w:val="006D7B6B"/>
    <w:rsid w:val="00752EFB"/>
    <w:rsid w:val="00754204"/>
    <w:rsid w:val="007D2C59"/>
    <w:rsid w:val="008E4F27"/>
    <w:rsid w:val="00924097"/>
    <w:rsid w:val="00947F73"/>
    <w:rsid w:val="00965969"/>
    <w:rsid w:val="009D4F08"/>
    <w:rsid w:val="009F3E64"/>
    <w:rsid w:val="00A30DD2"/>
    <w:rsid w:val="00AA3C51"/>
    <w:rsid w:val="00AC5163"/>
    <w:rsid w:val="00B97E21"/>
    <w:rsid w:val="00C20156"/>
    <w:rsid w:val="00C22BAE"/>
    <w:rsid w:val="00C579BB"/>
    <w:rsid w:val="00D07739"/>
    <w:rsid w:val="00D2375E"/>
    <w:rsid w:val="00D53838"/>
    <w:rsid w:val="00D86DEF"/>
    <w:rsid w:val="00E018CF"/>
    <w:rsid w:val="00E222D3"/>
    <w:rsid w:val="00F32B58"/>
    <w:rsid w:val="00F8341C"/>
    <w:rsid w:val="00FD0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097"/>
    <w:rPr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D2C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2C59"/>
    <w:rPr>
      <w:rFonts w:ascii="Tahoma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99"/>
    <w:qFormat/>
    <w:rsid w:val="007D2C5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F8341C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40512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xl.com/signin/lincolnt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xl.com/signin/lincolntc" TargetMode="External"/><Relationship Id="rId5" Type="http://schemas.openxmlformats.org/officeDocument/2006/relationships/hyperlink" Target="https://www.ixl.com/signin/lincolnt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2</Words>
  <Characters>16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mtwhatley</dc:creator>
  <cp:keywords/>
  <dc:description/>
  <cp:lastModifiedBy> </cp:lastModifiedBy>
  <cp:revision>3</cp:revision>
  <cp:lastPrinted>2012-11-01T11:58:00Z</cp:lastPrinted>
  <dcterms:created xsi:type="dcterms:W3CDTF">2012-11-01T02:09:00Z</dcterms:created>
  <dcterms:modified xsi:type="dcterms:W3CDTF">2012-11-01T11:59:00Z</dcterms:modified>
</cp:coreProperties>
</file>